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1277" w14:textId="5B469ECD" w:rsidR="00EB0BAB" w:rsidRDefault="00EB0BAB" w:rsidP="00EB0BAB">
      <w:pPr>
        <w:rPr>
          <w:b/>
          <w:bCs/>
        </w:rPr>
      </w:pPr>
      <w:r w:rsidRPr="00F32BAD">
        <w:rPr>
          <w:b/>
          <w:bCs/>
        </w:rPr>
        <w:t>Prot. in oggetto PEC</w:t>
      </w:r>
      <w:r w:rsidR="00384496">
        <w:rPr>
          <w:b/>
          <w:bCs/>
        </w:rPr>
        <w:tab/>
      </w:r>
      <w:r w:rsidR="00EA4015">
        <w:rPr>
          <w:b/>
          <w:bCs/>
        </w:rPr>
        <w:t xml:space="preserve"> 2918</w:t>
      </w:r>
      <w:r w:rsidR="00384496">
        <w:rPr>
          <w:b/>
          <w:bCs/>
        </w:rPr>
        <w:tab/>
      </w:r>
      <w:r w:rsidR="00384496">
        <w:rPr>
          <w:b/>
          <w:bCs/>
        </w:rPr>
        <w:tab/>
      </w:r>
      <w:r w:rsidR="00384496">
        <w:rPr>
          <w:b/>
          <w:bCs/>
        </w:rPr>
        <w:tab/>
      </w:r>
      <w:r w:rsidRPr="00F32BAD">
        <w:rPr>
          <w:b/>
          <w:bCs/>
        </w:rPr>
        <w:t xml:space="preserve">Lograto, lì </w:t>
      </w:r>
      <w:r w:rsidR="00223812">
        <w:rPr>
          <w:b/>
          <w:bCs/>
        </w:rPr>
        <w:t>21.03</w:t>
      </w:r>
      <w:r w:rsidR="006C152C">
        <w:rPr>
          <w:b/>
          <w:bCs/>
        </w:rPr>
        <w:t>.</w:t>
      </w:r>
      <w:r w:rsidR="00E24B13">
        <w:rPr>
          <w:b/>
          <w:bCs/>
        </w:rPr>
        <w:t>2025</w:t>
      </w:r>
    </w:p>
    <w:p w14:paraId="6677A4BF" w14:textId="16F82A9A" w:rsidR="00223812" w:rsidRDefault="00223812" w:rsidP="00EB0BAB">
      <w:pPr>
        <w:rPr>
          <w:b/>
          <w:bCs/>
        </w:rPr>
      </w:pPr>
    </w:p>
    <w:p w14:paraId="4987090C" w14:textId="6EA714F1" w:rsidR="00223812" w:rsidRPr="00F32BAD" w:rsidRDefault="00223812" w:rsidP="00EB0BAB">
      <w:pPr>
        <w:rPr>
          <w:b/>
          <w:bCs/>
        </w:rPr>
      </w:pPr>
      <w:r>
        <w:rPr>
          <w:rFonts w:ascii="ArialMT" w:hAnsi="ArialMT" w:cs="ArialMT"/>
          <w:sz w:val="20"/>
          <w:szCs w:val="20"/>
        </w:rPr>
        <w:t>Rif. ARPA Fascicolo n° 2025.3.67.3</w:t>
      </w:r>
    </w:p>
    <w:p w14:paraId="5E7AB4B4" w14:textId="77777777" w:rsidR="00E24B13" w:rsidRDefault="00E24B13" w:rsidP="00E24B13">
      <w:pPr>
        <w:pStyle w:val="Corpotesto"/>
        <w:kinsoku w:val="0"/>
        <w:overflowPunct w:val="0"/>
        <w:spacing w:before="3"/>
        <w:rPr>
          <w:rFonts w:ascii="Garamond" w:hAnsi="Garamond" w:cs="Garamond"/>
          <w:sz w:val="26"/>
          <w:szCs w:val="26"/>
        </w:rPr>
      </w:pPr>
    </w:p>
    <w:p w14:paraId="24735427" w14:textId="77777777" w:rsidR="00E24B13" w:rsidRDefault="00E24B13" w:rsidP="00E24B13">
      <w:pPr>
        <w:pStyle w:val="Corpotesto"/>
        <w:kinsoku w:val="0"/>
        <w:overflowPunct w:val="0"/>
        <w:spacing w:before="1" w:line="237" w:lineRule="auto"/>
        <w:ind w:left="4182" w:right="3430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</w:rPr>
        <w:t>A.R.P.A. sede di Brescia PEC:</w:t>
      </w:r>
    </w:p>
    <w:p w14:paraId="7770322F" w14:textId="77777777" w:rsidR="00E24B13" w:rsidRDefault="00EA4015" w:rsidP="00E24B13">
      <w:pPr>
        <w:pStyle w:val="Corpotesto"/>
        <w:kinsoku w:val="0"/>
        <w:overflowPunct w:val="0"/>
        <w:spacing w:before="1"/>
        <w:ind w:left="4182"/>
        <w:rPr>
          <w:rFonts w:ascii="Garamond" w:hAnsi="Garamond" w:cs="Garamond"/>
          <w:sz w:val="26"/>
          <w:szCs w:val="26"/>
        </w:rPr>
      </w:pPr>
      <w:hyperlink r:id="rId7" w:history="1">
        <w:r w:rsidR="00E24B13">
          <w:rPr>
            <w:rFonts w:ascii="Garamond" w:hAnsi="Garamond" w:cs="Garamond"/>
            <w:sz w:val="26"/>
            <w:szCs w:val="26"/>
          </w:rPr>
          <w:t>dipartimentobrescia.arpa@pec.regione.lombardia.it</w:t>
        </w:r>
      </w:hyperlink>
    </w:p>
    <w:p w14:paraId="264222FF" w14:textId="77777777" w:rsidR="00E24B13" w:rsidRDefault="00E24B13" w:rsidP="00E24B13">
      <w:pPr>
        <w:pStyle w:val="Corpotesto"/>
        <w:kinsoku w:val="0"/>
        <w:overflowPunct w:val="0"/>
        <w:spacing w:before="1"/>
        <w:rPr>
          <w:rFonts w:ascii="Garamond" w:hAnsi="Garamond" w:cs="Garamond"/>
          <w:sz w:val="26"/>
          <w:szCs w:val="26"/>
        </w:rPr>
      </w:pPr>
    </w:p>
    <w:p w14:paraId="1E0DEE58" w14:textId="77777777" w:rsidR="00E24B13" w:rsidRDefault="00E24B13" w:rsidP="00E24B13">
      <w:pPr>
        <w:pStyle w:val="Corpotesto"/>
        <w:kinsoku w:val="0"/>
        <w:overflowPunct w:val="0"/>
        <w:ind w:left="4182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</w:rPr>
        <w:t>PROVINCIA DI BRESCIA</w:t>
      </w:r>
    </w:p>
    <w:p w14:paraId="53D4C7F5" w14:textId="77777777" w:rsidR="00E24B13" w:rsidRDefault="00E24B13" w:rsidP="00E24B13">
      <w:pPr>
        <w:pStyle w:val="Corpotesto"/>
        <w:kinsoku w:val="0"/>
        <w:overflowPunct w:val="0"/>
        <w:ind w:left="4182"/>
        <w:rPr>
          <w:rFonts w:ascii="Garamond" w:hAnsi="Garamond" w:cs="Garamond"/>
          <w:sz w:val="26"/>
          <w:szCs w:val="26"/>
        </w:rPr>
      </w:pPr>
      <w:r w:rsidRPr="00E24B13">
        <w:rPr>
          <w:rFonts w:ascii="Garamond" w:hAnsi="Garamond" w:cs="Garamond"/>
          <w:sz w:val="26"/>
          <w:szCs w:val="26"/>
        </w:rPr>
        <w:t>Settore Sviluppo Industriale e Paesaggio</w:t>
      </w:r>
    </w:p>
    <w:p w14:paraId="43DF4268" w14:textId="2EA6E610" w:rsidR="00E24B13" w:rsidRDefault="00E24B13" w:rsidP="00E24B13">
      <w:pPr>
        <w:pStyle w:val="Corpotesto"/>
        <w:kinsoku w:val="0"/>
        <w:overflowPunct w:val="0"/>
        <w:ind w:left="4182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</w:rPr>
        <w:t xml:space="preserve">PEC: </w:t>
      </w:r>
      <w:r w:rsidRPr="00E24B13">
        <w:rPr>
          <w:rFonts w:ascii="Garamond" w:hAnsi="Garamond" w:cs="Garamond"/>
          <w:sz w:val="26"/>
          <w:szCs w:val="26"/>
        </w:rPr>
        <w:t>sviluppopaesaggio@pec.provincia.bs.it</w:t>
      </w:r>
    </w:p>
    <w:p w14:paraId="7EB6EAD2" w14:textId="77777777" w:rsidR="00E24B13" w:rsidRDefault="00E24B13" w:rsidP="00E24B13">
      <w:pPr>
        <w:pStyle w:val="Corpotesto"/>
        <w:kinsoku w:val="0"/>
        <w:overflowPunct w:val="0"/>
        <w:spacing w:before="1"/>
        <w:rPr>
          <w:rFonts w:ascii="Garamond" w:hAnsi="Garamond" w:cs="Garamond"/>
          <w:sz w:val="26"/>
          <w:szCs w:val="26"/>
        </w:rPr>
      </w:pPr>
    </w:p>
    <w:p w14:paraId="2041E883" w14:textId="77777777" w:rsidR="00E24B13" w:rsidRDefault="00E24B13" w:rsidP="00E24B13">
      <w:pPr>
        <w:pStyle w:val="Corpotesto"/>
        <w:kinsoku w:val="0"/>
        <w:overflowPunct w:val="0"/>
        <w:spacing w:before="1"/>
        <w:ind w:left="4182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</w:rPr>
        <w:t>Ai seguenti ulteriori soggetti:</w:t>
      </w:r>
    </w:p>
    <w:p w14:paraId="1B81A263" w14:textId="77777777" w:rsidR="00E24B13" w:rsidRDefault="00E24B13" w:rsidP="00E24B13">
      <w:pPr>
        <w:pStyle w:val="Corpotesto"/>
        <w:kinsoku w:val="0"/>
        <w:overflowPunct w:val="0"/>
        <w:ind w:left="4182" w:right="3211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</w:rPr>
        <w:t>Imballaggi San Martino srl PEC:</w:t>
      </w:r>
    </w:p>
    <w:p w14:paraId="573F7DAA" w14:textId="77777777" w:rsidR="00E24B13" w:rsidRDefault="00EA4015" w:rsidP="00E24B13">
      <w:pPr>
        <w:pStyle w:val="Corpotesto"/>
        <w:kinsoku w:val="0"/>
        <w:overflowPunct w:val="0"/>
        <w:spacing w:before="1"/>
        <w:ind w:left="4182"/>
        <w:rPr>
          <w:rFonts w:ascii="Garamond" w:hAnsi="Garamond" w:cs="Garamond"/>
          <w:sz w:val="26"/>
          <w:szCs w:val="26"/>
        </w:rPr>
      </w:pPr>
      <w:hyperlink r:id="rId8" w:history="1">
        <w:r w:rsidR="00E24B13">
          <w:rPr>
            <w:rFonts w:ascii="Garamond" w:hAnsi="Garamond" w:cs="Garamond"/>
            <w:sz w:val="26"/>
            <w:szCs w:val="26"/>
          </w:rPr>
          <w:t>imballaggisanmartino@pec.imballaggisanmartino.it</w:t>
        </w:r>
      </w:hyperlink>
    </w:p>
    <w:p w14:paraId="2EB646E3" w14:textId="6F569B27" w:rsidR="00806E8B" w:rsidRPr="001A6FC8" w:rsidRDefault="00806E8B" w:rsidP="00806E8B">
      <w:pPr>
        <w:jc w:val="both"/>
        <w:rPr>
          <w:rFonts w:ascii="Verdana" w:hAnsi="Verdana"/>
          <w:b/>
          <w:i/>
        </w:rPr>
      </w:pPr>
      <w:r w:rsidRPr="001A6FC8">
        <w:rPr>
          <w:rFonts w:ascii="Book Antiqua" w:hAnsi="Book Antiqua"/>
          <w:i/>
        </w:rPr>
        <w:tab/>
      </w:r>
    </w:p>
    <w:p w14:paraId="7ED654DA" w14:textId="17BD7D7C" w:rsidR="00E24B13" w:rsidRPr="00BF23AA" w:rsidRDefault="00316F92" w:rsidP="00E24B13">
      <w:pPr>
        <w:pStyle w:val="CM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 Narrow" w:hAnsi="Arial Narrow" w:cs="Times New Roman"/>
          <w:b/>
          <w:color w:val="000000"/>
        </w:rPr>
      </w:pPr>
      <w:r w:rsidRPr="00E24B13">
        <w:rPr>
          <w:rFonts w:ascii="Arial Narrow" w:hAnsi="Arial Narrow" w:cs="Times New Roman"/>
          <w:b/>
          <w:color w:val="000000"/>
        </w:rPr>
        <w:t xml:space="preserve">OGGETTO:  </w:t>
      </w:r>
      <w:r w:rsidR="00EE3CAB" w:rsidRPr="00E24B13">
        <w:rPr>
          <w:rFonts w:ascii="Arial Narrow" w:hAnsi="Arial Narrow" w:cs="Times New Roman"/>
          <w:b/>
          <w:color w:val="000000"/>
        </w:rPr>
        <w:t>tr</w:t>
      </w:r>
      <w:r w:rsidR="00EE3CAB">
        <w:rPr>
          <w:rFonts w:cs="BookAntiqua"/>
          <w:b/>
        </w:rPr>
        <w:t>asmissione</w:t>
      </w:r>
      <w:r w:rsidR="00223812">
        <w:rPr>
          <w:rFonts w:cs="BookAntiqua"/>
          <w:b/>
        </w:rPr>
        <w:t xml:space="preserve"> </w:t>
      </w:r>
      <w:r w:rsidR="00223812">
        <w:rPr>
          <w:rFonts w:ascii="Arial Narrow" w:hAnsi="Arial Narrow" w:cs="Times New Roman"/>
          <w:b/>
          <w:color w:val="000000"/>
        </w:rPr>
        <w:t xml:space="preserve">integrazioni richieste da ARPA con nota </w:t>
      </w:r>
      <w:r w:rsidR="00223812" w:rsidRPr="00223812">
        <w:rPr>
          <w:rFonts w:ascii="Arial Narrow" w:hAnsi="Arial Narrow" w:cs="Times New Roman"/>
          <w:b/>
          <w:color w:val="000000"/>
        </w:rPr>
        <w:t>prot.2555 13.03.2025</w:t>
      </w:r>
      <w:r w:rsidR="00223812">
        <w:rPr>
          <w:rFonts w:ascii="Arial Narrow" w:hAnsi="Arial Narrow" w:cs="Times New Roman"/>
          <w:b/>
          <w:color w:val="000000"/>
        </w:rPr>
        <w:t xml:space="preserve"> </w:t>
      </w:r>
      <w:r w:rsidR="00E24B13">
        <w:rPr>
          <w:rFonts w:ascii="Arial Narrow" w:hAnsi="Arial Narrow" w:cs="Arial Narrow"/>
          <w:b/>
          <w:bCs/>
        </w:rPr>
        <w:t xml:space="preserve">NELL’AMBITO DELLA PROCEDURA DI SUAP IN VARIANTE AL P.G.T. PRESENTATA DALLA DITTA IMBALLAGGI SAN MARTINO SRL, CON SEDE A LOGRATO (BS) IN ENZO FERRARI N.  32 PER AMPLIAMENTO DI ATTIVITÀ </w:t>
      </w:r>
      <w:r w:rsidR="00E24B13" w:rsidRPr="004A6A38">
        <w:rPr>
          <w:rFonts w:ascii="Arial Narrow" w:hAnsi="Arial Narrow" w:cs="Arial Narrow"/>
          <w:b/>
          <w:bCs/>
        </w:rPr>
        <w:t>PRODUTTIVA ESISTENTE IN AREA AGRICOLA</w:t>
      </w:r>
      <w:r w:rsidR="00E24B13" w:rsidRPr="00963F24">
        <w:rPr>
          <w:rFonts w:ascii="Times New Roman" w:eastAsiaTheme="minorEastAsia" w:hAnsi="Times New Roman" w:cs="Times New Roman"/>
          <w:lang w:eastAsia="it-IT"/>
        </w:rPr>
        <w:t>.</w:t>
      </w:r>
    </w:p>
    <w:p w14:paraId="4F98D216" w14:textId="77777777" w:rsidR="00316F92" w:rsidRPr="00806E8B" w:rsidRDefault="00316F92" w:rsidP="00E24B13">
      <w:pPr>
        <w:pStyle w:val="Default"/>
        <w:jc w:val="both"/>
        <w:rPr>
          <w:rFonts w:ascii="Calibri" w:hAnsi="Calibri"/>
          <w:sz w:val="22"/>
          <w:szCs w:val="22"/>
          <w:highlight w:val="yellow"/>
        </w:rPr>
      </w:pPr>
    </w:p>
    <w:p w14:paraId="237C9B10" w14:textId="77777777" w:rsidR="00223812" w:rsidRDefault="00223812" w:rsidP="00EE3CAB">
      <w:pPr>
        <w:ind w:left="-142" w:right="-142"/>
        <w:jc w:val="both"/>
        <w:outlineLvl w:val="0"/>
        <w:rPr>
          <w:b/>
          <w:bCs/>
        </w:rPr>
      </w:pPr>
    </w:p>
    <w:p w14:paraId="622D66C2" w14:textId="77777777" w:rsidR="00223812" w:rsidRDefault="00223812" w:rsidP="00223812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  <w:r w:rsidRPr="00223812">
        <w:rPr>
          <w:rFonts w:ascii="Garamond" w:eastAsiaTheme="minorEastAsia" w:hAnsi="Garamond" w:cs="Garamond"/>
          <w:sz w:val="26"/>
          <w:szCs w:val="26"/>
        </w:rPr>
        <w:t>Spett.Li Enti in indirizzo,</w:t>
      </w:r>
    </w:p>
    <w:p w14:paraId="00690106" w14:textId="6AD532FA" w:rsidR="00223812" w:rsidRDefault="00223812" w:rsidP="00223812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  <w:r w:rsidRPr="00223812">
        <w:rPr>
          <w:rFonts w:ascii="Garamond" w:eastAsiaTheme="minorEastAsia" w:hAnsi="Garamond" w:cs="Garamond"/>
          <w:sz w:val="26"/>
          <w:szCs w:val="26"/>
        </w:rPr>
        <w:t xml:space="preserve">in allegato </w:t>
      </w:r>
      <w:r>
        <w:rPr>
          <w:rFonts w:ascii="Garamond" w:eastAsiaTheme="minorEastAsia" w:hAnsi="Garamond" w:cs="Garamond"/>
          <w:sz w:val="26"/>
          <w:szCs w:val="26"/>
        </w:rPr>
        <w:t>alla</w:t>
      </w:r>
      <w:r w:rsidRPr="00223812">
        <w:rPr>
          <w:rFonts w:ascii="Garamond" w:eastAsiaTheme="minorEastAsia" w:hAnsi="Garamond" w:cs="Garamond"/>
          <w:sz w:val="26"/>
          <w:szCs w:val="26"/>
        </w:rPr>
        <w:t xml:space="preserve"> presente si trasmettono le integrazioni documentali pervenute a protocollo n. 2866 del 20.03.2025</w:t>
      </w:r>
      <w:r>
        <w:rPr>
          <w:rFonts w:ascii="Garamond" w:eastAsiaTheme="minorEastAsia" w:hAnsi="Garamond" w:cs="Garamond"/>
          <w:sz w:val="26"/>
          <w:szCs w:val="26"/>
        </w:rPr>
        <w:t xml:space="preserve"> - </w:t>
      </w:r>
      <w:r>
        <w:rPr>
          <w:rFonts w:ascii="ArialMT" w:hAnsi="ArialMT" w:cs="ArialMT"/>
          <w:sz w:val="20"/>
          <w:szCs w:val="20"/>
        </w:rPr>
        <w:t>Rif. ARPA Fascicolo n° 2025.3.67.3.</w:t>
      </w:r>
    </w:p>
    <w:p w14:paraId="1011956A" w14:textId="0D9DBFFA" w:rsidR="00223812" w:rsidRDefault="00223812" w:rsidP="00223812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</w:p>
    <w:p w14:paraId="77DAA3B2" w14:textId="19C6E79E" w:rsidR="00223812" w:rsidRDefault="00223812" w:rsidP="00223812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</w:p>
    <w:p w14:paraId="7EB046ED" w14:textId="0B180C30" w:rsidR="00223812" w:rsidRPr="00223812" w:rsidRDefault="00223812" w:rsidP="00223812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  <w:r>
        <w:rPr>
          <w:rFonts w:ascii="Garamond" w:eastAsiaTheme="minorEastAsia" w:hAnsi="Garamond" w:cs="Garamond"/>
          <w:sz w:val="26"/>
          <w:szCs w:val="26"/>
        </w:rPr>
        <w:t>Cordiali saluti</w:t>
      </w:r>
    </w:p>
    <w:p w14:paraId="66F05850" w14:textId="01C126AA" w:rsidR="00223812" w:rsidRPr="00223812" w:rsidRDefault="00223812" w:rsidP="00EE3CAB">
      <w:pPr>
        <w:ind w:left="-142" w:right="-142"/>
        <w:jc w:val="both"/>
        <w:outlineLvl w:val="0"/>
        <w:rPr>
          <w:rFonts w:ascii="Garamond" w:eastAsiaTheme="minorEastAsia" w:hAnsi="Garamond" w:cs="Garamond"/>
          <w:sz w:val="26"/>
          <w:szCs w:val="26"/>
        </w:rPr>
      </w:pPr>
    </w:p>
    <w:p w14:paraId="14632382" w14:textId="77777777" w:rsidR="00223812" w:rsidRDefault="00223812" w:rsidP="00EE3CAB">
      <w:pPr>
        <w:ind w:left="-142" w:right="-142"/>
        <w:jc w:val="both"/>
        <w:outlineLvl w:val="0"/>
        <w:rPr>
          <w:b/>
          <w:bCs/>
        </w:rPr>
      </w:pPr>
    </w:p>
    <w:p w14:paraId="39699C15" w14:textId="77777777" w:rsidR="00EE3CAB" w:rsidRPr="00AC7917" w:rsidRDefault="00EE3CAB" w:rsidP="00EE3CAB">
      <w:pPr>
        <w:jc w:val="both"/>
        <w:rPr>
          <w:rFonts w:cs="Tahoma"/>
          <w:b/>
          <w:bCs/>
          <w:color w:val="000000"/>
        </w:rPr>
      </w:pPr>
    </w:p>
    <w:p w14:paraId="403068A5" w14:textId="77777777" w:rsidR="00EE3CAB" w:rsidRPr="002D4FEB" w:rsidRDefault="00EE3CAB" w:rsidP="00EE3CAB">
      <w:pPr>
        <w:ind w:left="5670"/>
        <w:jc w:val="center"/>
        <w:rPr>
          <w:rFonts w:ascii="Garamond" w:hAnsi="Garamond"/>
        </w:rPr>
      </w:pPr>
      <w:r w:rsidRPr="002D4FEB">
        <w:rPr>
          <w:rFonts w:ascii="Garamond" w:hAnsi="Garamond"/>
        </w:rPr>
        <w:t>Responsabile Area Servizi Tecnici</w:t>
      </w:r>
    </w:p>
    <w:p w14:paraId="1C2B5B09" w14:textId="77777777" w:rsidR="00EE3CAB" w:rsidRPr="002D4FEB" w:rsidRDefault="00EE3CAB" w:rsidP="00EE3CAB">
      <w:pPr>
        <w:ind w:left="5670"/>
        <w:jc w:val="center"/>
        <w:rPr>
          <w:rFonts w:ascii="Garamond" w:hAnsi="Garamond"/>
        </w:rPr>
      </w:pPr>
      <w:r w:rsidRPr="002D4FEB">
        <w:rPr>
          <w:rFonts w:ascii="Garamond" w:hAnsi="Garamond"/>
        </w:rPr>
        <w:t>e Gestione del Territorio</w:t>
      </w:r>
    </w:p>
    <w:p w14:paraId="46501A9F" w14:textId="77777777" w:rsidR="00EE3CAB" w:rsidRPr="002D4FEB" w:rsidRDefault="00EE3CAB" w:rsidP="00EE3CAB">
      <w:pPr>
        <w:ind w:left="5670"/>
        <w:jc w:val="center"/>
        <w:rPr>
          <w:rFonts w:ascii="Garamond" w:hAnsi="Garamond"/>
        </w:rPr>
      </w:pPr>
      <w:r w:rsidRPr="002D4FEB">
        <w:rPr>
          <w:rFonts w:ascii="Garamond" w:hAnsi="Garamond"/>
          <w:i/>
          <w:iCs/>
        </w:rPr>
        <w:t>(arch. Bruno Foresti)</w:t>
      </w:r>
    </w:p>
    <w:p w14:paraId="0A1A2201" w14:textId="77777777" w:rsidR="00EE3CAB" w:rsidRPr="00AC7917" w:rsidRDefault="00EE3CAB" w:rsidP="00EE3CAB">
      <w:pPr>
        <w:jc w:val="both"/>
        <w:rPr>
          <w:rFonts w:cs="Tahoma"/>
          <w:bCs/>
          <w:color w:val="000000"/>
        </w:rPr>
      </w:pPr>
    </w:p>
    <w:p w14:paraId="2797247B" w14:textId="77777777" w:rsidR="00EE3CAB" w:rsidRPr="00806E8B" w:rsidRDefault="00EE3CAB" w:rsidP="00EE3CAB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Documento sottoscritto digitalmente ai sensi di Legge</w:t>
      </w:r>
    </w:p>
    <w:p w14:paraId="6AC92D41" w14:textId="77777777" w:rsidR="00806E8B" w:rsidRDefault="00806E8B" w:rsidP="00806E8B">
      <w:pPr>
        <w:ind w:left="5664" w:firstLine="709"/>
        <w:jc w:val="center"/>
        <w:rPr>
          <w:rFonts w:cs="Tahoma"/>
          <w:bCs/>
          <w:color w:val="000000"/>
        </w:rPr>
      </w:pPr>
    </w:p>
    <w:p w14:paraId="23DB8964" w14:textId="77777777" w:rsidR="0088360D" w:rsidRPr="00264053" w:rsidRDefault="0088360D" w:rsidP="002D4FEB">
      <w:pPr>
        <w:spacing w:before="120" w:after="120"/>
        <w:contextualSpacing/>
        <w:jc w:val="both"/>
        <w:rPr>
          <w:rFonts w:ascii="Verdana" w:hAnsi="Verdana"/>
          <w:sz w:val="18"/>
          <w:szCs w:val="18"/>
        </w:rPr>
      </w:pPr>
    </w:p>
    <w:sectPr w:rsidR="0088360D" w:rsidRPr="00264053" w:rsidSect="00591F42">
      <w:headerReference w:type="default" r:id="rId9"/>
      <w:footerReference w:type="default" r:id="rId10"/>
      <w:pgSz w:w="11906" w:h="16838"/>
      <w:pgMar w:top="1427" w:right="1134" w:bottom="1134" w:left="1134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28E7" w14:textId="77777777" w:rsidR="00883737" w:rsidRDefault="00883737" w:rsidP="00961028">
      <w:r>
        <w:separator/>
      </w:r>
    </w:p>
  </w:endnote>
  <w:endnote w:type="continuationSeparator" w:id="0">
    <w:p w14:paraId="14131001" w14:textId="77777777" w:rsidR="00883737" w:rsidRDefault="00883737" w:rsidP="0096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906D" w14:textId="043331AC" w:rsidR="00883737" w:rsidRDefault="00883737" w:rsidP="00501A99">
    <w:pPr>
      <w:pStyle w:val="Pidipagina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\p </w:instrText>
    </w:r>
    <w:r>
      <w:rPr>
        <w:snapToGrid w:val="0"/>
        <w:sz w:val="16"/>
      </w:rPr>
      <w:fldChar w:fldCharType="separate"/>
    </w:r>
    <w:r w:rsidR="007201A9">
      <w:rPr>
        <w:noProof/>
        <w:snapToGrid w:val="0"/>
        <w:sz w:val="16"/>
      </w:rPr>
      <w:t>Q:\12_TECNICO_MANUTENTIVO\SUAP IMBALLAGGI SAN MARTINO\04.VERIFICA DI ESCLUSIONE VAS\10..trasmissione verbale 2 CdS VAS.docx</w:t>
    </w:r>
    <w:r>
      <w:rPr>
        <w:snapToGrid w:val="0"/>
        <w:sz w:val="16"/>
      </w:rPr>
      <w:fldChar w:fldCharType="end"/>
    </w:r>
  </w:p>
  <w:p w14:paraId="281AA581" w14:textId="77777777" w:rsidR="00883737" w:rsidRPr="00A92353" w:rsidRDefault="00883737" w:rsidP="00875CA8">
    <w:pPr>
      <w:pStyle w:val="Pidipagina"/>
      <w:jc w:val="center"/>
      <w:rPr>
        <w:rFonts w:ascii="Cambria" w:hAnsi="Cambria"/>
        <w:color w:val="000000"/>
        <w:sz w:val="20"/>
        <w:szCs w:val="20"/>
      </w:rPr>
    </w:pPr>
    <w:r w:rsidRPr="00A92353">
      <w:rPr>
        <w:rFonts w:ascii="Cambria" w:hAnsi="Cambria"/>
        <w:color w:val="000000"/>
        <w:sz w:val="20"/>
        <w:szCs w:val="20"/>
      </w:rPr>
      <w:t>Via Calini, 9 - 25030 Lograto (BS)</w:t>
    </w:r>
    <w:r w:rsidRPr="00A92353">
      <w:rPr>
        <w:rStyle w:val="apple-converted-space"/>
        <w:rFonts w:ascii="Cambria" w:hAnsi="Cambria"/>
        <w:color w:val="000000"/>
        <w:sz w:val="20"/>
        <w:szCs w:val="20"/>
      </w:rPr>
      <w:t> </w:t>
    </w:r>
    <w:r w:rsidRPr="00A92353">
      <w:rPr>
        <w:rFonts w:ascii="Cambria" w:hAnsi="Cambria"/>
        <w:color w:val="000000"/>
        <w:sz w:val="20"/>
        <w:szCs w:val="20"/>
      </w:rPr>
      <w:t xml:space="preserve">- P.IVA 00855700175 – </w:t>
    </w:r>
  </w:p>
  <w:p w14:paraId="214BFBBD" w14:textId="77777777" w:rsidR="00883737" w:rsidRPr="00A92353" w:rsidRDefault="00883737" w:rsidP="00875CA8">
    <w:pPr>
      <w:pStyle w:val="Pidipagina"/>
      <w:jc w:val="center"/>
      <w:rPr>
        <w:rFonts w:ascii="Cambria" w:hAnsi="Cambria"/>
        <w:sz w:val="20"/>
        <w:szCs w:val="20"/>
      </w:rPr>
    </w:pPr>
    <w:r w:rsidRPr="00A92353">
      <w:rPr>
        <w:rFonts w:ascii="Cambria" w:hAnsi="Cambria"/>
        <w:color w:val="000000"/>
        <w:sz w:val="20"/>
        <w:szCs w:val="20"/>
      </w:rPr>
      <w:t xml:space="preserve"> tel. 030/9973614 - fax. 030/9787221</w:t>
    </w:r>
    <w:r w:rsidRPr="00A92353">
      <w:rPr>
        <w:rStyle w:val="apple-converted-space"/>
        <w:rFonts w:ascii="Cambria" w:hAnsi="Cambria"/>
        <w:color w:val="000000"/>
        <w:sz w:val="20"/>
        <w:szCs w:val="20"/>
      </w:rPr>
      <w:t> </w:t>
    </w:r>
    <w:r w:rsidRPr="00A92353">
      <w:rPr>
        <w:rFonts w:ascii="Cambria" w:hAnsi="Cambria"/>
        <w:color w:val="000000"/>
        <w:sz w:val="20"/>
        <w:szCs w:val="20"/>
      </w:rPr>
      <w:br/>
      <w:t xml:space="preserve">pec: </w:t>
    </w:r>
    <w:hyperlink r:id="rId1" w:history="1">
      <w:r w:rsidRPr="00A92353">
        <w:rPr>
          <w:rStyle w:val="Collegamentoipertestuale"/>
          <w:rFonts w:ascii="Cambria" w:hAnsi="Cambria"/>
          <w:sz w:val="20"/>
          <w:szCs w:val="20"/>
        </w:rPr>
        <w:t>protocollo@pec.comune.lograto.bs.it</w:t>
      </w:r>
    </w:hyperlink>
    <w:r w:rsidRPr="00A92353">
      <w:rPr>
        <w:rFonts w:ascii="Cambria" w:hAnsi="Cambria"/>
        <w:sz w:val="20"/>
        <w:szCs w:val="20"/>
      </w:rPr>
      <w:t xml:space="preserve">; </w:t>
    </w:r>
    <w:hyperlink r:id="rId2" w:history="1"/>
    <w:r w:rsidRPr="00A92353">
      <w:rPr>
        <w:rFonts w:ascii="Cambria" w:hAnsi="Cambria"/>
        <w:color w:val="000000"/>
        <w:sz w:val="20"/>
        <w:szCs w:val="20"/>
      </w:rPr>
      <w:t xml:space="preserve">e-mail: </w:t>
    </w:r>
    <w:hyperlink r:id="rId3" w:history="1">
      <w:r w:rsidRPr="00A92353">
        <w:rPr>
          <w:rStyle w:val="Collegamentoipertestuale"/>
          <w:rFonts w:ascii="Cambria" w:hAnsi="Cambria"/>
          <w:sz w:val="20"/>
          <w:szCs w:val="20"/>
        </w:rPr>
        <w:t>info@comune.lograto.bs.it</w:t>
      </w:r>
    </w:hyperlink>
    <w:r w:rsidRPr="00A92353">
      <w:rPr>
        <w:rStyle w:val="Collegamentoipertestuale"/>
        <w:rFonts w:ascii="Cambria" w:hAnsi="Cambria"/>
        <w:sz w:val="20"/>
        <w:szCs w:val="20"/>
      </w:rPr>
      <w:t>;</w:t>
    </w:r>
    <w:r w:rsidRPr="00A92353">
      <w:rPr>
        <w:rFonts w:ascii="Cambria" w:hAnsi="Cambria"/>
        <w:color w:val="000000"/>
        <w:sz w:val="20"/>
        <w:szCs w:val="20"/>
      </w:rPr>
      <w:t xml:space="preserve">  </w:t>
    </w:r>
  </w:p>
  <w:p w14:paraId="7B054C23" w14:textId="77777777" w:rsidR="00883737" w:rsidRPr="00875CA8" w:rsidRDefault="00EA4015" w:rsidP="00875CA8">
    <w:pPr>
      <w:pStyle w:val="Pidipagina"/>
      <w:jc w:val="center"/>
      <w:rPr>
        <w:rFonts w:ascii="Verdana" w:hAnsi="Verdana"/>
        <w:color w:val="000000"/>
        <w:sz w:val="20"/>
        <w:szCs w:val="20"/>
      </w:rPr>
    </w:pPr>
    <w:hyperlink r:id="rId4" w:history="1">
      <w:r w:rsidR="00883737" w:rsidRPr="00A92353">
        <w:rPr>
          <w:rFonts w:ascii="Cambria" w:hAnsi="Cambria"/>
          <w:color w:val="000000"/>
          <w:sz w:val="20"/>
          <w:szCs w:val="20"/>
        </w:rPr>
        <w:t>www.comune.lograto.bs.it</w:t>
      </w:r>
    </w:hyperlink>
    <w:r w:rsidR="00883737">
      <w:rPr>
        <w:rFonts w:ascii="Verdana" w:hAnsi="Verdana"/>
        <w:color w:val="000000"/>
        <w:sz w:val="20"/>
        <w:szCs w:val="20"/>
      </w:rPr>
      <w:t xml:space="preserve"> </w:t>
    </w:r>
  </w:p>
  <w:p w14:paraId="1546C9B0" w14:textId="77777777" w:rsidR="00883737" w:rsidRPr="00875CA8" w:rsidRDefault="00883737" w:rsidP="00875CA8">
    <w:pPr>
      <w:pStyle w:val="Pidipagina"/>
      <w:jc w:val="center"/>
      <w:rPr>
        <w:rFonts w:ascii="Verdana" w:hAnsi="Verdan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293AD" w14:textId="77777777" w:rsidR="00883737" w:rsidRDefault="00883737" w:rsidP="00961028">
      <w:r>
        <w:separator/>
      </w:r>
    </w:p>
  </w:footnote>
  <w:footnote w:type="continuationSeparator" w:id="0">
    <w:p w14:paraId="5AB2C391" w14:textId="77777777" w:rsidR="00883737" w:rsidRDefault="00883737" w:rsidP="00961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DEB0" w14:textId="77777777" w:rsidR="00883737" w:rsidRDefault="00883737">
    <w:pPr>
      <w:pStyle w:val="Intestazione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61"/>
      <w:gridCol w:w="7790"/>
    </w:tblGrid>
    <w:tr w:rsidR="00883737" w:rsidRPr="00875CA8" w14:paraId="7917EF8E" w14:textId="77777777" w:rsidTr="00FE4C30">
      <w:tc>
        <w:tcPr>
          <w:tcW w:w="1418" w:type="dxa"/>
        </w:tcPr>
        <w:p w14:paraId="4732C121" w14:textId="77777777" w:rsidR="00883737" w:rsidRPr="00875CA8" w:rsidRDefault="00883737" w:rsidP="00FE4C30">
          <w:pPr>
            <w:pStyle w:val="Intestazione"/>
            <w:jc w:val="center"/>
            <w:rPr>
              <w:rFonts w:ascii="Verdana" w:hAnsi="Verdana"/>
            </w:rPr>
          </w:pPr>
          <w:r w:rsidRPr="00875CA8">
            <w:rPr>
              <w:rFonts w:ascii="Verdana" w:hAnsi="Verdana"/>
              <w:noProof/>
            </w:rPr>
            <w:drawing>
              <wp:inline distT="0" distB="0" distL="0" distR="0" wp14:anchorId="06FE7573" wp14:editId="6AEC66E2">
                <wp:extent cx="790575" cy="1045992"/>
                <wp:effectExtent l="0" t="0" r="0" b="1905"/>
                <wp:docPr id="5" name="Immagine 5" descr="https://encrypted-tbn0.gstatic.com/images?q=tbn:ANd9GcQRkSPBlUfM3y8-zcGWzoektLDFn39pTYuYxy52myxk4Vx34up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ncrypted-tbn0.gstatic.com/images?q=tbn:ANd9GcQRkSPBlUfM3y8-zcGWzoektLDFn39pTYuYxy52myxk4Vx34up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509" cy="1060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0" w:type="dxa"/>
        </w:tcPr>
        <w:p w14:paraId="0127FBDD" w14:textId="77777777" w:rsidR="00883737" w:rsidRPr="00264053" w:rsidRDefault="00883737" w:rsidP="00FE4C30">
          <w:pPr>
            <w:pStyle w:val="Intestazione"/>
            <w:jc w:val="center"/>
            <w:rPr>
              <w:rFonts w:ascii="Bookman Old Style" w:hAnsi="Bookman Old Style"/>
              <w:sz w:val="72"/>
              <w:szCs w:val="72"/>
            </w:rPr>
          </w:pPr>
          <w:r w:rsidRPr="00264053">
            <w:rPr>
              <w:rFonts w:ascii="Bookman Old Style" w:hAnsi="Bookman Old Style"/>
              <w:sz w:val="72"/>
              <w:szCs w:val="72"/>
            </w:rPr>
            <w:t>Comune di Lograto</w:t>
          </w:r>
        </w:p>
        <w:p w14:paraId="75F5FDD6" w14:textId="77777777" w:rsidR="00883737" w:rsidRPr="00875CA8" w:rsidRDefault="00883737" w:rsidP="00FE4C30">
          <w:pPr>
            <w:pStyle w:val="Intestazione"/>
            <w:jc w:val="center"/>
            <w:rPr>
              <w:rFonts w:ascii="Verdana" w:hAnsi="Verdana"/>
              <w:sz w:val="44"/>
              <w:szCs w:val="44"/>
            </w:rPr>
          </w:pPr>
          <w:r w:rsidRPr="00264053">
            <w:rPr>
              <w:rFonts w:ascii="Bookman Old Style" w:hAnsi="Bookman Old Style"/>
              <w:sz w:val="44"/>
              <w:szCs w:val="44"/>
            </w:rPr>
            <w:t>Provincia di Brescia</w:t>
          </w:r>
        </w:p>
      </w:tc>
    </w:tr>
  </w:tbl>
  <w:p w14:paraId="264E06DC" w14:textId="77777777" w:rsidR="00883737" w:rsidRPr="00875CA8" w:rsidRDefault="00883737">
    <w:pPr>
      <w:pStyle w:val="Intestazione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47C3C"/>
    <w:multiLevelType w:val="hybridMultilevel"/>
    <w:tmpl w:val="2A30FA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933C5"/>
    <w:multiLevelType w:val="hybridMultilevel"/>
    <w:tmpl w:val="B2E2F5E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85336"/>
    <w:multiLevelType w:val="hybridMultilevel"/>
    <w:tmpl w:val="FD92963C"/>
    <w:lvl w:ilvl="0" w:tplc="5D28657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D28657A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1BD5"/>
    <w:multiLevelType w:val="hybridMultilevel"/>
    <w:tmpl w:val="8AAE9CCA"/>
    <w:lvl w:ilvl="0" w:tplc="34564E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C4976"/>
    <w:multiLevelType w:val="hybridMultilevel"/>
    <w:tmpl w:val="E2E28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A0975"/>
    <w:multiLevelType w:val="hybridMultilevel"/>
    <w:tmpl w:val="61F45426"/>
    <w:lvl w:ilvl="0" w:tplc="C2444B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AB"/>
    <w:rsid w:val="00050AD4"/>
    <w:rsid w:val="000B1A3D"/>
    <w:rsid w:val="000B47D9"/>
    <w:rsid w:val="000E5F97"/>
    <w:rsid w:val="00115D1B"/>
    <w:rsid w:val="00195AEA"/>
    <w:rsid w:val="00201EE4"/>
    <w:rsid w:val="00223812"/>
    <w:rsid w:val="00237FB0"/>
    <w:rsid w:val="00264053"/>
    <w:rsid w:val="00264682"/>
    <w:rsid w:val="00264D66"/>
    <w:rsid w:val="00264E23"/>
    <w:rsid w:val="002B0998"/>
    <w:rsid w:val="002D4FEB"/>
    <w:rsid w:val="00301492"/>
    <w:rsid w:val="00316F92"/>
    <w:rsid w:val="00351A41"/>
    <w:rsid w:val="00362218"/>
    <w:rsid w:val="00384496"/>
    <w:rsid w:val="003D65AE"/>
    <w:rsid w:val="004562BB"/>
    <w:rsid w:val="004919E0"/>
    <w:rsid w:val="004A55BE"/>
    <w:rsid w:val="004C242E"/>
    <w:rsid w:val="004D2FE7"/>
    <w:rsid w:val="00501A99"/>
    <w:rsid w:val="00530A8C"/>
    <w:rsid w:val="00591253"/>
    <w:rsid w:val="00591F42"/>
    <w:rsid w:val="005C1683"/>
    <w:rsid w:val="0066506B"/>
    <w:rsid w:val="006A372F"/>
    <w:rsid w:val="006C152C"/>
    <w:rsid w:val="007201A9"/>
    <w:rsid w:val="00731C1A"/>
    <w:rsid w:val="007613A6"/>
    <w:rsid w:val="007E4889"/>
    <w:rsid w:val="007E4A0C"/>
    <w:rsid w:val="00806B18"/>
    <w:rsid w:val="00806E8B"/>
    <w:rsid w:val="008408DC"/>
    <w:rsid w:val="008633B3"/>
    <w:rsid w:val="00875CA8"/>
    <w:rsid w:val="00881551"/>
    <w:rsid w:val="0088360D"/>
    <w:rsid w:val="00883737"/>
    <w:rsid w:val="00961028"/>
    <w:rsid w:val="00964574"/>
    <w:rsid w:val="00981F3F"/>
    <w:rsid w:val="00982C4C"/>
    <w:rsid w:val="00983215"/>
    <w:rsid w:val="00A63512"/>
    <w:rsid w:val="00A92353"/>
    <w:rsid w:val="00AE3034"/>
    <w:rsid w:val="00AE6DA4"/>
    <w:rsid w:val="00AF2746"/>
    <w:rsid w:val="00B50679"/>
    <w:rsid w:val="00B670FD"/>
    <w:rsid w:val="00BE00FB"/>
    <w:rsid w:val="00C01D7F"/>
    <w:rsid w:val="00C355E2"/>
    <w:rsid w:val="00C456FE"/>
    <w:rsid w:val="00C729E7"/>
    <w:rsid w:val="00CB0920"/>
    <w:rsid w:val="00CD02A0"/>
    <w:rsid w:val="00D26DAE"/>
    <w:rsid w:val="00D34D39"/>
    <w:rsid w:val="00D71863"/>
    <w:rsid w:val="00DC2F6B"/>
    <w:rsid w:val="00DE484F"/>
    <w:rsid w:val="00DF7550"/>
    <w:rsid w:val="00E24B13"/>
    <w:rsid w:val="00E539F0"/>
    <w:rsid w:val="00E9319C"/>
    <w:rsid w:val="00E93237"/>
    <w:rsid w:val="00EA4015"/>
    <w:rsid w:val="00EB0BAB"/>
    <w:rsid w:val="00EE3CAB"/>
    <w:rsid w:val="00F00399"/>
    <w:rsid w:val="00F32BAD"/>
    <w:rsid w:val="00F63F39"/>
    <w:rsid w:val="00FA2016"/>
    <w:rsid w:val="00FE4C3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575F8A8"/>
  <w15:docId w15:val="{30CB2E97-0F71-415B-B240-A8A2FD27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00F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4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qFormat/>
    <w:rsid w:val="00806E8B"/>
    <w:pPr>
      <w:keepNext/>
      <w:outlineLvl w:val="4"/>
    </w:pPr>
    <w:rPr>
      <w:rFonts w:ascii="Arial" w:eastAsia="SimSun" w:hAnsi="Arial" w:cs="Arial"/>
      <w:bCs/>
      <w:i/>
      <w:sz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10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028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9610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61028"/>
    <w:rPr>
      <w:sz w:val="24"/>
      <w:szCs w:val="24"/>
    </w:rPr>
  </w:style>
  <w:style w:type="paragraph" w:customStyle="1" w:styleId="NormaleIntestazione">
    <w:name w:val="NormaleIntestazione"/>
    <w:rsid w:val="00961028"/>
    <w:pPr>
      <w:autoSpaceDE w:val="0"/>
      <w:autoSpaceDN w:val="0"/>
    </w:pPr>
    <w:rPr>
      <w:rFonts w:ascii="Arial" w:hAnsi="Arial" w:cs="Arial"/>
      <w:noProof/>
      <w:lang w:val="en-US"/>
    </w:rPr>
  </w:style>
  <w:style w:type="paragraph" w:styleId="Titolo">
    <w:name w:val="Title"/>
    <w:basedOn w:val="Normale"/>
    <w:link w:val="TitoloCarattere"/>
    <w:qFormat/>
    <w:rsid w:val="00961028"/>
    <w:pPr>
      <w:autoSpaceDE w:val="0"/>
      <w:autoSpaceDN w:val="0"/>
      <w:jc w:val="center"/>
    </w:pPr>
    <w:rPr>
      <w:rFonts w:ascii="Arial" w:hAnsi="Arial" w:cs="Arial"/>
      <w:i/>
      <w:iCs/>
    </w:rPr>
  </w:style>
  <w:style w:type="character" w:customStyle="1" w:styleId="TitoloCarattere">
    <w:name w:val="Titolo Carattere"/>
    <w:basedOn w:val="Carpredefinitoparagrafo"/>
    <w:link w:val="Titolo"/>
    <w:rsid w:val="00961028"/>
    <w:rPr>
      <w:rFonts w:ascii="Arial" w:hAnsi="Arial" w:cs="Arial"/>
      <w:i/>
      <w:i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961028"/>
    <w:pPr>
      <w:jc w:val="center"/>
    </w:pPr>
    <w:rPr>
      <w:rFonts w:ascii="Eras Light ITC" w:hAnsi="Eras Light ITC"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61028"/>
    <w:rPr>
      <w:rFonts w:ascii="Eras Light ITC" w:hAnsi="Eras Light ITC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02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1028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E4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875CA8"/>
  </w:style>
  <w:style w:type="character" w:styleId="Collegamentoipertestuale">
    <w:name w:val="Hyperlink"/>
    <w:basedOn w:val="Carpredefinitoparagrafo"/>
    <w:unhideWhenUsed/>
    <w:rsid w:val="00875CA8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rsid w:val="00806E8B"/>
    <w:rPr>
      <w:rFonts w:ascii="Arial" w:eastAsia="SimSun" w:hAnsi="Arial" w:cs="Arial"/>
      <w:bCs/>
      <w:i/>
      <w:sz w:val="22"/>
      <w:szCs w:val="24"/>
      <w:lang w:eastAsia="zh-CN"/>
    </w:rPr>
  </w:style>
  <w:style w:type="paragraph" w:customStyle="1" w:styleId="Default">
    <w:name w:val="Default"/>
    <w:rsid w:val="00806E8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M15">
    <w:name w:val="CM15"/>
    <w:basedOn w:val="Normale"/>
    <w:next w:val="Normale"/>
    <w:uiPriority w:val="99"/>
    <w:rsid w:val="00806E8B"/>
    <w:pPr>
      <w:autoSpaceDE w:val="0"/>
      <w:autoSpaceDN w:val="0"/>
      <w:adjustRightInd w:val="0"/>
      <w:spacing w:after="238"/>
    </w:pPr>
    <w:rPr>
      <w:rFonts w:ascii="Arial" w:eastAsia="Calibri" w:hAnsi="Arial" w:cs="Arial"/>
      <w:lang w:eastAsia="en-US"/>
    </w:rPr>
  </w:style>
  <w:style w:type="paragraph" w:styleId="Paragrafoelenco">
    <w:name w:val="List Paragraph"/>
    <w:basedOn w:val="Normale"/>
    <w:uiPriority w:val="34"/>
    <w:qFormat/>
    <w:rsid w:val="006A372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16F9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4B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E24B1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4B1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ballaggisanmartino@pec.imballaggisanmartin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partimentobrescia.arpa@pec.regione.lombard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omune.lograto.bs.it" TargetMode="External"/><Relationship Id="rId2" Type="http://schemas.openxmlformats.org/officeDocument/2006/relationships/hyperlink" Target="mailto:protocollo@pec.comune.lograto.bs.it" TargetMode="External"/><Relationship Id="rId1" Type="http://schemas.openxmlformats.org/officeDocument/2006/relationships/hyperlink" Target="mailto:protocollo@pec.comune.lograto.bs.it" TargetMode="External"/><Relationship Id="rId4" Type="http://schemas.openxmlformats.org/officeDocument/2006/relationships/hyperlink" Target="http://www.comune.lograto.b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foresti\Desktop\Varie2011\Carta_intestata%20mod.%20Segretar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 mod. Segretario</Template>
  <TotalTime>93</TotalTime>
  <Pages>1</Pages>
  <Words>130</Words>
  <Characters>1056</Characters>
  <Application>Microsoft Office Word</Application>
  <DocSecurity>0</DocSecurity>
  <Lines>45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CONSIGLIO COMUNALE DEL 29/3/2011</vt:lpstr>
    </vt:vector>
  </TitlesOfParts>
  <Company>Hewlett-Packard Company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CONSIGLIO COMUNALE DEL 29/3/2011</dc:title>
  <dc:creator>Foresti</dc:creator>
  <cp:lastModifiedBy>Bruno Foresti</cp:lastModifiedBy>
  <cp:revision>63</cp:revision>
  <cp:lastPrinted>2024-02-21T10:52:00Z</cp:lastPrinted>
  <dcterms:created xsi:type="dcterms:W3CDTF">2021-09-23T07:50:00Z</dcterms:created>
  <dcterms:modified xsi:type="dcterms:W3CDTF">2025-03-21T08:15:00Z</dcterms:modified>
</cp:coreProperties>
</file>